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627" w:rsidRDefault="00B11517" w:rsidP="006B322C">
      <w:pPr>
        <w:pStyle w:val="Titel"/>
        <w:pBdr>
          <w:bottom w:val="single" w:sz="12" w:space="1" w:color="auto"/>
        </w:pBdr>
        <w:tabs>
          <w:tab w:val="left" w:pos="480"/>
          <w:tab w:val="left" w:pos="1155"/>
          <w:tab w:val="center" w:pos="4536"/>
          <w:tab w:val="left" w:pos="8820"/>
        </w:tabs>
        <w:jc w:val="left"/>
        <w:rPr>
          <w:rFonts w:ascii="Arial Black" w:hAnsi="Arial Black"/>
          <w:b w:val="0"/>
          <w:i w:val="0"/>
          <w:color w:val="0000FF"/>
          <w:sz w:val="24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2164080" cy="754380"/>
            <wp:effectExtent l="0" t="0" r="7620" b="7620"/>
            <wp:docPr id="1" name="Bild 1" descr="Logo der Gäuschu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er Gäuschul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22EF">
        <w:rPr>
          <w:rFonts w:ascii="Comic Sans MS" w:hAnsi="Comic Sans MS"/>
          <w:sz w:val="40"/>
          <w:szCs w:val="40"/>
        </w:rPr>
        <w:tab/>
      </w:r>
      <w:r w:rsidR="00017B23" w:rsidRPr="006B322C">
        <w:rPr>
          <w:rFonts w:ascii="Arial Black" w:hAnsi="Arial Black"/>
          <w:b w:val="0"/>
          <w:i w:val="0"/>
          <w:color w:val="0000FF"/>
          <w:sz w:val="24"/>
        </w:rPr>
        <w:t>GS</w:t>
      </w:r>
      <w:r w:rsidR="00384627" w:rsidRPr="006B322C">
        <w:rPr>
          <w:rFonts w:ascii="Arial Black" w:hAnsi="Arial Black"/>
          <w:b w:val="0"/>
          <w:i w:val="0"/>
          <w:color w:val="0000FF"/>
          <w:sz w:val="24"/>
        </w:rPr>
        <w:t xml:space="preserve"> Böbingen/Gommersheim</w:t>
      </w:r>
    </w:p>
    <w:p w:rsidR="00B82D31" w:rsidRDefault="00B82D31" w:rsidP="00B82D31">
      <w:pPr>
        <w:spacing w:line="360" w:lineRule="auto"/>
        <w:rPr>
          <w:rFonts w:ascii="Verdana" w:hAnsi="Verdana"/>
          <w:sz w:val="20"/>
          <w:szCs w:val="20"/>
        </w:rPr>
      </w:pPr>
    </w:p>
    <w:p w:rsidR="00577C25" w:rsidRPr="00725E3F" w:rsidRDefault="00725E3F" w:rsidP="00725E3F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25E3F">
        <w:rPr>
          <w:rFonts w:ascii="Arial" w:hAnsi="Arial" w:cs="Arial"/>
          <w:b/>
          <w:sz w:val="28"/>
          <w:szCs w:val="28"/>
        </w:rPr>
        <w:t>ENTSCHULDIGUNG</w:t>
      </w:r>
    </w:p>
    <w:p w:rsidR="00725E3F" w:rsidRDefault="00725E3F" w:rsidP="00725E3F">
      <w:pPr>
        <w:spacing w:line="276" w:lineRule="auto"/>
        <w:rPr>
          <w:rFonts w:ascii="Arial" w:hAnsi="Arial" w:cs="Arial"/>
          <w:sz w:val="28"/>
          <w:szCs w:val="28"/>
        </w:rPr>
      </w:pPr>
    </w:p>
    <w:p w:rsidR="00725E3F" w:rsidRDefault="00725E3F" w:rsidP="00725E3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Mein Kind _______________________  Klasse ___________</w:t>
      </w:r>
    </w:p>
    <w:p w:rsidR="00725E3F" w:rsidRDefault="00725E3F" w:rsidP="00725E3F">
      <w:pPr>
        <w:spacing w:line="276" w:lineRule="auto"/>
        <w:rPr>
          <w:rFonts w:ascii="Arial" w:hAnsi="Arial" w:cs="Arial"/>
        </w:rPr>
      </w:pPr>
    </w:p>
    <w:p w:rsidR="00725E3F" w:rsidRDefault="00725E3F" w:rsidP="00725E3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konnte </w:t>
      </w:r>
      <w:r w:rsidRPr="00AE2231">
        <w:rPr>
          <w:rFonts w:ascii="Arial" w:hAnsi="Arial" w:cs="Arial"/>
          <w:b/>
        </w:rPr>
        <w:t>am</w:t>
      </w:r>
      <w:r>
        <w:rPr>
          <w:rFonts w:ascii="Arial" w:hAnsi="Arial" w:cs="Arial"/>
        </w:rPr>
        <w:t xml:space="preserve">    _________</w:t>
      </w:r>
    </w:p>
    <w:p w:rsidR="00725E3F" w:rsidRDefault="00725E3F" w:rsidP="00725E3F">
      <w:pPr>
        <w:spacing w:line="276" w:lineRule="auto"/>
        <w:rPr>
          <w:rFonts w:ascii="Arial" w:hAnsi="Arial" w:cs="Arial"/>
        </w:rPr>
      </w:pPr>
    </w:p>
    <w:p w:rsidR="00725E3F" w:rsidRDefault="00725E3F" w:rsidP="00725E3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konnte </w:t>
      </w:r>
      <w:r w:rsidRPr="00AE2231">
        <w:rPr>
          <w:rFonts w:ascii="Arial" w:hAnsi="Arial" w:cs="Arial"/>
          <w:b/>
        </w:rPr>
        <w:t>vom</w:t>
      </w:r>
      <w:r>
        <w:rPr>
          <w:rFonts w:ascii="Arial" w:hAnsi="Arial" w:cs="Arial"/>
        </w:rPr>
        <w:t xml:space="preserve">  _________  </w:t>
      </w:r>
      <w:r w:rsidRPr="00AE2231">
        <w:rPr>
          <w:rFonts w:ascii="Arial" w:hAnsi="Arial" w:cs="Arial"/>
          <w:b/>
        </w:rPr>
        <w:t>bis</w:t>
      </w:r>
      <w:r>
        <w:rPr>
          <w:rFonts w:ascii="Arial" w:hAnsi="Arial" w:cs="Arial"/>
        </w:rPr>
        <w:t xml:space="preserve">  __________</w:t>
      </w:r>
    </w:p>
    <w:p w:rsidR="00725E3F" w:rsidRDefault="00725E3F" w:rsidP="00725E3F">
      <w:pPr>
        <w:spacing w:line="276" w:lineRule="auto"/>
        <w:rPr>
          <w:rFonts w:ascii="Arial" w:hAnsi="Arial" w:cs="Arial"/>
        </w:rPr>
      </w:pPr>
    </w:p>
    <w:p w:rsidR="00725E3F" w:rsidRDefault="00725E3F" w:rsidP="00725E3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wegen __________________________________________________________ nicht am Unterricht teilnehmen. </w:t>
      </w:r>
    </w:p>
    <w:p w:rsidR="00725E3F" w:rsidRDefault="00725E3F" w:rsidP="00725E3F">
      <w:pPr>
        <w:spacing w:line="276" w:lineRule="auto"/>
        <w:rPr>
          <w:rFonts w:ascii="Arial" w:hAnsi="Arial" w:cs="Arial"/>
        </w:rPr>
      </w:pPr>
    </w:p>
    <w:p w:rsidR="00725E3F" w:rsidRDefault="00725E3F" w:rsidP="00725E3F">
      <w:pPr>
        <w:spacing w:line="276" w:lineRule="auto"/>
        <w:rPr>
          <w:rFonts w:ascii="Arial" w:hAnsi="Arial" w:cs="Arial"/>
        </w:rPr>
      </w:pPr>
      <w:r w:rsidRPr="00725E3F">
        <w:rPr>
          <w:rFonts w:ascii="Arial" w:hAnsi="Arial" w:cs="Arial"/>
          <w:sz w:val="36"/>
          <w:szCs w:val="36"/>
        </w:rPr>
        <w:t xml:space="preserve">□ </w:t>
      </w:r>
      <w:r>
        <w:rPr>
          <w:rFonts w:ascii="Arial" w:hAnsi="Arial" w:cs="Arial"/>
        </w:rPr>
        <w:t xml:space="preserve"> Wir waren beim Arzt.</w:t>
      </w:r>
    </w:p>
    <w:p w:rsidR="00725E3F" w:rsidRDefault="00725E3F" w:rsidP="00725E3F">
      <w:pPr>
        <w:spacing w:line="276" w:lineRule="auto"/>
        <w:rPr>
          <w:rFonts w:ascii="Arial" w:hAnsi="Arial" w:cs="Arial"/>
        </w:rPr>
      </w:pPr>
    </w:p>
    <w:p w:rsidR="00725E3F" w:rsidRDefault="00725E3F" w:rsidP="00725E3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Mein Kind ist ansteckungsfrei (</w:t>
      </w:r>
      <w:r w:rsidRPr="00725E3F">
        <w:rPr>
          <w:rFonts w:ascii="Arial" w:hAnsi="Arial" w:cs="Arial"/>
          <w:sz w:val="16"/>
          <w:szCs w:val="16"/>
        </w:rPr>
        <w:t>gemäß Infektionsschutzgesetz</w:t>
      </w:r>
      <w:r>
        <w:rPr>
          <w:rFonts w:ascii="Arial" w:hAnsi="Arial" w:cs="Arial"/>
        </w:rPr>
        <w:t>) und darf die Schule wieder besuchen.</w:t>
      </w:r>
    </w:p>
    <w:p w:rsidR="00725E3F" w:rsidRDefault="00725E3F" w:rsidP="00725E3F">
      <w:pPr>
        <w:spacing w:line="276" w:lineRule="auto"/>
        <w:rPr>
          <w:rFonts w:ascii="Arial" w:hAnsi="Arial" w:cs="Arial"/>
        </w:rPr>
      </w:pPr>
    </w:p>
    <w:p w:rsidR="00725E3F" w:rsidRDefault="00725E3F" w:rsidP="00725E3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                        ____________________________</w:t>
      </w:r>
    </w:p>
    <w:p w:rsidR="00725E3F" w:rsidRPr="00725E3F" w:rsidRDefault="00725E3F" w:rsidP="00725E3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Ort, Datum                                                   Unterschrift eines Erziehungsberechtigten</w:t>
      </w:r>
    </w:p>
    <w:sectPr w:rsidR="00725E3F" w:rsidRPr="00725E3F" w:rsidSect="00B11517">
      <w:pgSz w:w="11906" w:h="16838"/>
      <w:pgMar w:top="719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3B9"/>
    <w:rsid w:val="00013E52"/>
    <w:rsid w:val="00017B23"/>
    <w:rsid w:val="00034E3B"/>
    <w:rsid w:val="00041215"/>
    <w:rsid w:val="000F598E"/>
    <w:rsid w:val="00173F23"/>
    <w:rsid w:val="001D4181"/>
    <w:rsid w:val="00210C66"/>
    <w:rsid w:val="0021103A"/>
    <w:rsid w:val="002316DC"/>
    <w:rsid w:val="002668D4"/>
    <w:rsid w:val="002C2F8F"/>
    <w:rsid w:val="002D50BB"/>
    <w:rsid w:val="002D6BE9"/>
    <w:rsid w:val="002E748C"/>
    <w:rsid w:val="002E7B98"/>
    <w:rsid w:val="00382413"/>
    <w:rsid w:val="00384627"/>
    <w:rsid w:val="00395AB5"/>
    <w:rsid w:val="003A0EE8"/>
    <w:rsid w:val="003A2C3D"/>
    <w:rsid w:val="003C7682"/>
    <w:rsid w:val="003D0D04"/>
    <w:rsid w:val="003F7826"/>
    <w:rsid w:val="00454903"/>
    <w:rsid w:val="004A22EF"/>
    <w:rsid w:val="004E57AC"/>
    <w:rsid w:val="00535E87"/>
    <w:rsid w:val="00577C25"/>
    <w:rsid w:val="005A63D6"/>
    <w:rsid w:val="005A657A"/>
    <w:rsid w:val="005B3A7A"/>
    <w:rsid w:val="005C6763"/>
    <w:rsid w:val="005E0883"/>
    <w:rsid w:val="005E3A08"/>
    <w:rsid w:val="006717A3"/>
    <w:rsid w:val="006908C0"/>
    <w:rsid w:val="006B322C"/>
    <w:rsid w:val="007122D8"/>
    <w:rsid w:val="00724BEB"/>
    <w:rsid w:val="007253FF"/>
    <w:rsid w:val="00725E3F"/>
    <w:rsid w:val="00732B32"/>
    <w:rsid w:val="00774813"/>
    <w:rsid w:val="00784F0D"/>
    <w:rsid w:val="007857C3"/>
    <w:rsid w:val="00794031"/>
    <w:rsid w:val="007A2D01"/>
    <w:rsid w:val="007C5659"/>
    <w:rsid w:val="007E0C55"/>
    <w:rsid w:val="00817D96"/>
    <w:rsid w:val="008439A9"/>
    <w:rsid w:val="008476EB"/>
    <w:rsid w:val="00852B41"/>
    <w:rsid w:val="00886EFD"/>
    <w:rsid w:val="008D7166"/>
    <w:rsid w:val="008F440F"/>
    <w:rsid w:val="00900FB6"/>
    <w:rsid w:val="00903C81"/>
    <w:rsid w:val="009A7505"/>
    <w:rsid w:val="009B4759"/>
    <w:rsid w:val="00A31AAB"/>
    <w:rsid w:val="00A5679E"/>
    <w:rsid w:val="00AE17A1"/>
    <w:rsid w:val="00AE2231"/>
    <w:rsid w:val="00AE32C2"/>
    <w:rsid w:val="00B11517"/>
    <w:rsid w:val="00B82D31"/>
    <w:rsid w:val="00BB4C99"/>
    <w:rsid w:val="00BD2E09"/>
    <w:rsid w:val="00C11B19"/>
    <w:rsid w:val="00C25E76"/>
    <w:rsid w:val="00C62797"/>
    <w:rsid w:val="00CC2260"/>
    <w:rsid w:val="00CD0DD1"/>
    <w:rsid w:val="00CD2CBB"/>
    <w:rsid w:val="00CF5CEE"/>
    <w:rsid w:val="00D032B2"/>
    <w:rsid w:val="00D4132C"/>
    <w:rsid w:val="00D46299"/>
    <w:rsid w:val="00D55CFE"/>
    <w:rsid w:val="00D828E6"/>
    <w:rsid w:val="00DB2D06"/>
    <w:rsid w:val="00DE1C53"/>
    <w:rsid w:val="00E143B9"/>
    <w:rsid w:val="00E15DB2"/>
    <w:rsid w:val="00E419A1"/>
    <w:rsid w:val="00E57095"/>
    <w:rsid w:val="00EA06CB"/>
    <w:rsid w:val="00F010FE"/>
    <w:rsid w:val="00F0591C"/>
    <w:rsid w:val="00F0791E"/>
    <w:rsid w:val="00FD0FCD"/>
    <w:rsid w:val="00FF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AA9EA9D-F117-4AD8-8E64-EF43B68E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84627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384627"/>
    <w:pPr>
      <w:jc w:val="center"/>
    </w:pPr>
    <w:rPr>
      <w:b/>
      <w:bCs/>
      <w:i/>
      <w:iCs/>
      <w:sz w:val="36"/>
    </w:rPr>
  </w:style>
  <w:style w:type="paragraph" w:styleId="Untertitel">
    <w:name w:val="Subtitle"/>
    <w:basedOn w:val="Standard"/>
    <w:qFormat/>
    <w:rsid w:val="00384627"/>
    <w:pPr>
      <w:jc w:val="center"/>
    </w:pPr>
    <w:rPr>
      <w:i/>
      <w:iCs/>
      <w:sz w:val="20"/>
    </w:rPr>
  </w:style>
  <w:style w:type="paragraph" w:styleId="Sprechblasentext">
    <w:name w:val="Balloon Text"/>
    <w:basedOn w:val="Standard"/>
    <w:semiHidden/>
    <w:rsid w:val="00886EFD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B82D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Vorlage_Elternbrief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Vorlage_Elternbrief1.dot</Template>
  <TotalTime>0</TotalTime>
  <Pages>1</Pages>
  <Words>46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Grund- und Hauptschule Böbingen/Gommersheim</vt:lpstr>
    </vt:vector>
  </TitlesOfParts>
  <Company>Böbingen/Gommersheim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Grund- und Hauptschule Böbingen/Gommersheim</dc:title>
  <dc:creator>-</dc:creator>
  <cp:lastModifiedBy>Schulleitung</cp:lastModifiedBy>
  <cp:revision>3</cp:revision>
  <cp:lastPrinted>2020-06-16T09:44:00Z</cp:lastPrinted>
  <dcterms:created xsi:type="dcterms:W3CDTF">2020-05-20T07:32:00Z</dcterms:created>
  <dcterms:modified xsi:type="dcterms:W3CDTF">2020-06-16T10:50:00Z</dcterms:modified>
</cp:coreProperties>
</file>